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B3649" w14:paraId="014F5CAC" w14:textId="77777777" w:rsidTr="00050DA7">
        <w:tc>
          <w:tcPr>
            <w:tcW w:w="4428" w:type="dxa"/>
          </w:tcPr>
          <w:p w14:paraId="4571EDE8" w14:textId="77777777" w:rsidR="000348ED" w:rsidRPr="000B3649" w:rsidRDefault="005D05AC" w:rsidP="000B3649">
            <w:pPr>
              <w:tabs>
                <w:tab w:val="left" w:pos="851"/>
              </w:tabs>
            </w:pPr>
            <w:r w:rsidRPr="000B3649">
              <w:t>From:</w:t>
            </w:r>
            <w:r w:rsidRPr="000B3649">
              <w:tab/>
            </w:r>
            <w:r w:rsidR="000B3649" w:rsidRPr="000B3649">
              <w:t>EEP</w:t>
            </w:r>
            <w:r w:rsidR="00CA04AF" w:rsidRPr="000B3649">
              <w:t xml:space="preserve"> </w:t>
            </w:r>
            <w:r w:rsidRPr="000B3649">
              <w:t>C</w:t>
            </w:r>
            <w:r w:rsidR="00050DA7" w:rsidRPr="000B3649">
              <w:t>ommittee</w:t>
            </w:r>
          </w:p>
        </w:tc>
        <w:tc>
          <w:tcPr>
            <w:tcW w:w="5461" w:type="dxa"/>
          </w:tcPr>
          <w:p w14:paraId="3EC0B0E7" w14:textId="77777777" w:rsidR="000348ED" w:rsidRPr="000B3649" w:rsidRDefault="000B3649" w:rsidP="000B3649">
            <w:pPr>
              <w:jc w:val="right"/>
            </w:pPr>
            <w:r w:rsidRPr="000B3649">
              <w:t>EEP18</w:t>
            </w:r>
            <w:r w:rsidR="005D05AC" w:rsidRPr="000B3649">
              <w:t>/output/</w:t>
            </w:r>
            <w:r w:rsidRPr="000B3649">
              <w:t>23</w:t>
            </w:r>
          </w:p>
        </w:tc>
      </w:tr>
      <w:tr w:rsidR="000348ED" w:rsidRPr="000B3649" w14:paraId="5AE25BC2" w14:textId="77777777" w:rsidTr="00050DA7">
        <w:tc>
          <w:tcPr>
            <w:tcW w:w="4428" w:type="dxa"/>
          </w:tcPr>
          <w:p w14:paraId="5CA2E24A" w14:textId="77777777" w:rsidR="000348ED" w:rsidRDefault="005D05AC" w:rsidP="000B3649">
            <w:pPr>
              <w:tabs>
                <w:tab w:val="left" w:pos="851"/>
              </w:tabs>
            </w:pPr>
            <w:r w:rsidRPr="000B3649">
              <w:t>To:</w:t>
            </w:r>
            <w:r w:rsidRPr="000B3649">
              <w:tab/>
            </w:r>
            <w:r w:rsidR="000B3649" w:rsidRPr="000B3649">
              <w:t>ANM</w:t>
            </w:r>
            <w:r w:rsidR="00CA04AF" w:rsidRPr="000B3649">
              <w:t xml:space="preserve"> </w:t>
            </w:r>
            <w:r w:rsidR="00902AA4" w:rsidRPr="000B3649">
              <w:t>Committee</w:t>
            </w:r>
          </w:p>
          <w:p w14:paraId="6FD00660" w14:textId="77777777" w:rsidR="000B3649" w:rsidRPr="000B3649" w:rsidRDefault="000B3649" w:rsidP="000B3649">
            <w:pPr>
              <w:tabs>
                <w:tab w:val="left" w:pos="851"/>
              </w:tabs>
            </w:pPr>
            <w:r>
              <w:tab/>
              <w:t>e-NAV Committee</w:t>
            </w:r>
          </w:p>
        </w:tc>
        <w:tc>
          <w:tcPr>
            <w:tcW w:w="5461" w:type="dxa"/>
          </w:tcPr>
          <w:p w14:paraId="1A917FD9" w14:textId="77777777" w:rsidR="000348ED" w:rsidRPr="000B3649" w:rsidRDefault="000B3649" w:rsidP="00A854D2">
            <w:pPr>
              <w:jc w:val="right"/>
            </w:pPr>
            <w:r w:rsidRPr="000B3649">
              <w:t>20</w:t>
            </w:r>
            <w:r w:rsidR="005D05AC" w:rsidRPr="000B3649">
              <w:t xml:space="preserve"> </w:t>
            </w:r>
            <w:r w:rsidR="00A854D2">
              <w:t>April</w:t>
            </w:r>
            <w:r w:rsidR="005D05AC" w:rsidRPr="000B3649">
              <w:t xml:space="preserve"> 20</w:t>
            </w:r>
            <w:r w:rsidR="001A654A" w:rsidRPr="000B3649">
              <w:t>1</w:t>
            </w:r>
            <w:r w:rsidRPr="000B3649">
              <w:t>2</w:t>
            </w:r>
          </w:p>
        </w:tc>
      </w:tr>
    </w:tbl>
    <w:p w14:paraId="38E6F699" w14:textId="77777777" w:rsidR="000348ED" w:rsidRPr="00B15B24" w:rsidRDefault="005D05AC" w:rsidP="005D05AC">
      <w:pPr>
        <w:pStyle w:val="Title"/>
        <w:spacing w:before="480" w:after="120"/>
      </w:pPr>
      <w:r w:rsidRPr="000B3649">
        <w:t>Liaison Note</w:t>
      </w:r>
    </w:p>
    <w:p w14:paraId="0F8F0C40" w14:textId="77777777" w:rsidR="000348ED" w:rsidRPr="00B15B24" w:rsidRDefault="000B3649" w:rsidP="005D05AC">
      <w:pPr>
        <w:pStyle w:val="Title"/>
        <w:spacing w:after="120"/>
      </w:pPr>
      <w:r>
        <w:t>Draft AtoN Information Product Specification</w:t>
      </w:r>
    </w:p>
    <w:p w14:paraId="7DD59D5B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0702AF69" w14:textId="77777777" w:rsidR="00B8247E" w:rsidRPr="00B15B24" w:rsidRDefault="000B3649" w:rsidP="00002906">
      <w:pPr>
        <w:pStyle w:val="BodyText"/>
      </w:pPr>
      <w:r>
        <w:t>The EEP Committee thanks the e-NAV Committee for the opportunity to comment on e-NAV11/output/2.</w:t>
      </w:r>
    </w:p>
    <w:p w14:paraId="0D1012A9" w14:textId="77777777" w:rsidR="00902AA4" w:rsidRPr="00B15B24" w:rsidRDefault="000B3649" w:rsidP="00135447">
      <w:pPr>
        <w:pStyle w:val="Heading1"/>
        <w:rPr>
          <w:lang w:val="en-GB"/>
        </w:rPr>
      </w:pPr>
      <w:r>
        <w:rPr>
          <w:lang w:val="en-GB"/>
        </w:rPr>
        <w:t>Comment</w:t>
      </w:r>
    </w:p>
    <w:p w14:paraId="3CA883C2" w14:textId="77777777" w:rsidR="00E93C9B" w:rsidRDefault="000B3649" w:rsidP="000B3649">
      <w:pPr>
        <w:pStyle w:val="BodyText"/>
      </w:pPr>
      <w:r w:rsidRPr="000B3649">
        <w:t>The draft specification was reviewed during EEP18</w:t>
      </w:r>
      <w:r>
        <w:t xml:space="preserve"> and comments are included in EEP18/output/24, with track changes.</w:t>
      </w:r>
    </w:p>
    <w:p w14:paraId="27D38351" w14:textId="77777777" w:rsidR="000B3649" w:rsidRDefault="000B3649" w:rsidP="000B3649">
      <w:pPr>
        <w:pStyle w:val="BodyText"/>
      </w:pPr>
      <w:r>
        <w:t>It is recognised that the document is in the early stages of development but the EEP Committee supports the concept of the document and the existing comments already made.</w:t>
      </w:r>
    </w:p>
    <w:p w14:paraId="78618C18" w14:textId="77777777" w:rsidR="000B3649" w:rsidRPr="000B3649" w:rsidRDefault="000B3649" w:rsidP="000B3649">
      <w:pPr>
        <w:pStyle w:val="BodyText"/>
      </w:pPr>
      <w:r>
        <w:t>The EEP Committee would wish to continue to monitor the progress of the document, as it develops.</w:t>
      </w:r>
    </w:p>
    <w:p w14:paraId="51487479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63A91441" w14:textId="77777777" w:rsidR="00630F7F" w:rsidRDefault="000B3649" w:rsidP="000B3649">
      <w:pPr>
        <w:pStyle w:val="BodyText"/>
      </w:pPr>
      <w:r>
        <w:t>The ANM C</w:t>
      </w:r>
      <w:r w:rsidR="00902AA4" w:rsidRPr="009A7AC0">
        <w:t>ommittee</w:t>
      </w:r>
      <w:r w:rsidR="00902AA4" w:rsidRPr="00B15B24">
        <w:t xml:space="preserve"> is requested to</w:t>
      </w:r>
      <w:r>
        <w:t xml:space="preserve"> consider the information provided and the comments made in EEP18/output/24.</w:t>
      </w:r>
    </w:p>
    <w:p w14:paraId="2DC81019" w14:textId="0B9E7677" w:rsidR="009A7AC0" w:rsidRPr="00002906" w:rsidRDefault="009A7AC0" w:rsidP="000B3649">
      <w:pPr>
        <w:pStyle w:val="BodyText"/>
        <w:rPr>
          <w:highlight w:val="yellow"/>
        </w:rPr>
      </w:pPr>
      <w:r>
        <w:t>The e-NAV Committee is requested to note the information provided and the comments made in EEP18/output/24</w:t>
      </w:r>
      <w:r w:rsidR="00DA04DF">
        <w:t xml:space="preserve"> (</w:t>
      </w:r>
      <w:r w:rsidR="00DA04DF" w:rsidRPr="00DA04DF">
        <w:rPr>
          <w:highlight w:val="yellow"/>
        </w:rPr>
        <w:t>e-NAV12/27</w:t>
      </w:r>
      <w:r w:rsidR="00DA04DF">
        <w:t>)</w:t>
      </w:r>
      <w:r>
        <w:t>.</w:t>
      </w:r>
    </w:p>
    <w:p w14:paraId="687AFAB2" w14:textId="77777777" w:rsidR="00630F7F" w:rsidRPr="00002906" w:rsidRDefault="00630F7F" w:rsidP="000B3649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  <w:bookmarkStart w:id="0" w:name="_GoBack"/>
      <w:bookmarkEnd w:id="0"/>
    </w:p>
    <w:sectPr w:rsidR="00630F7F" w:rsidRPr="0000290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D4B61" w14:textId="77777777" w:rsidR="000B3649" w:rsidRDefault="000B3649" w:rsidP="00002906">
      <w:r>
        <w:separator/>
      </w:r>
    </w:p>
  </w:endnote>
  <w:endnote w:type="continuationSeparator" w:id="0">
    <w:p w14:paraId="6845A6DA" w14:textId="77777777" w:rsidR="000B3649" w:rsidRDefault="000B364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C6E90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A04D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06CE2" w14:textId="77777777" w:rsidR="000B3649" w:rsidRDefault="000B3649" w:rsidP="00002906">
      <w:r>
        <w:separator/>
      </w:r>
    </w:p>
  </w:footnote>
  <w:footnote w:type="continuationSeparator" w:id="0">
    <w:p w14:paraId="0BF0C96C" w14:textId="77777777" w:rsidR="000B3649" w:rsidRDefault="000B364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649"/>
    <w:rsid w:val="00002906"/>
    <w:rsid w:val="00031A92"/>
    <w:rsid w:val="000348ED"/>
    <w:rsid w:val="00036801"/>
    <w:rsid w:val="00050DA7"/>
    <w:rsid w:val="000A5A01"/>
    <w:rsid w:val="000B3649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A7AC0"/>
    <w:rsid w:val="009F3B6C"/>
    <w:rsid w:val="009F5C36"/>
    <w:rsid w:val="00A27F12"/>
    <w:rsid w:val="00A30579"/>
    <w:rsid w:val="00A854D2"/>
    <w:rsid w:val="00AA76C0"/>
    <w:rsid w:val="00AD673D"/>
    <w:rsid w:val="00B077EC"/>
    <w:rsid w:val="00B15B24"/>
    <w:rsid w:val="00B8247E"/>
    <w:rsid w:val="00CA04AF"/>
    <w:rsid w:val="00DA04DF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1C1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dvnav:Documents:A_Work:IALA:Committees:Administration%20-%20Committee%20File:Templates:Internal%20Committee%20Liaison%20Note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Note_Sep10.dotx</Template>
  <TotalTime>10</TotalTime>
  <Pages>1</Pages>
  <Words>134</Words>
  <Characters>764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 (Home)</dc:creator>
  <cp:lastModifiedBy>Mike Hadley (Home)</cp:lastModifiedBy>
  <cp:revision>4</cp:revision>
  <cp:lastPrinted>2006-10-19T10:49:00Z</cp:lastPrinted>
  <dcterms:created xsi:type="dcterms:W3CDTF">2012-04-20T10:32:00Z</dcterms:created>
  <dcterms:modified xsi:type="dcterms:W3CDTF">2012-06-03T12:41:00Z</dcterms:modified>
</cp:coreProperties>
</file>